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60" w:rsidRDefault="007D4C60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nr 10 do SIWZ</w:t>
      </w:r>
    </w:p>
    <w:p w:rsidR="007D4C60" w:rsidRDefault="007D4C60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7D4C60" w:rsidRDefault="007D4C60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7D4C60" w:rsidRDefault="007D4C60" w:rsidP="00B217E5">
      <w:pPr>
        <w:ind w:left="5103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7D4C60" w:rsidRDefault="007D4C60" w:rsidP="00B217E5">
      <w:pPr>
        <w:ind w:left="5103"/>
        <w:contextualSpacing/>
        <w:rPr>
          <w:rFonts w:ascii="Cambria" w:hAnsi="Cambria"/>
          <w:b/>
          <w:bCs/>
          <w:iCs/>
          <w:color w:val="000000"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Samodzielny Publiczny Zespół Zakładów Opieki Zdrowotnej w Staszowie</w:t>
      </w:r>
    </w:p>
    <w:p w:rsidR="007D4C60" w:rsidRDefault="007D4C60" w:rsidP="00B217E5">
      <w:pPr>
        <w:ind w:left="5103"/>
        <w:contextualSpacing/>
        <w:rPr>
          <w:rFonts w:ascii="Cambria" w:hAnsi="Cambria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ul. 11 Listopada 78</w:t>
      </w:r>
    </w:p>
    <w:p w:rsidR="007D4C60" w:rsidRDefault="007D4C60" w:rsidP="00B217E5">
      <w:pPr>
        <w:ind w:left="5103"/>
        <w:contextualSpacing/>
        <w:rPr>
          <w:rFonts w:ascii="Cambria" w:hAnsi="Cambria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>28-200 Staszów</w:t>
      </w:r>
    </w:p>
    <w:p w:rsidR="007D4C60" w:rsidRDefault="007D4C60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7D4C60" w:rsidRDefault="007D4C60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7D4C60" w:rsidRDefault="007D4C60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7D4C60" w:rsidRDefault="007D4C60">
      <w:pPr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7D4C60" w:rsidRDefault="007D4C60">
      <w:pPr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7D4C60" w:rsidRDefault="007D4C60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7D4C60" w:rsidRDefault="007D4C60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7D4C60" w:rsidRDefault="007D4C60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7D4C60" w:rsidRDefault="007D4C60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7D4C60" w:rsidRDefault="007D4C60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(nazwa/firma Wykonawcy)</w:t>
      </w:r>
    </w:p>
    <w:p w:rsidR="007D4C60" w:rsidRDefault="007D4C60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7D4C60" w:rsidRDefault="007D4C60">
      <w:pPr>
        <w:spacing w:line="264" w:lineRule="auto"/>
        <w:jc w:val="both"/>
        <w:rPr>
          <w:rFonts w:ascii="Cambria" w:hAnsi="Cambria"/>
        </w:rPr>
      </w:pPr>
    </w:p>
    <w:p w:rsidR="007D4C60" w:rsidRDefault="007D4C60">
      <w:pPr>
        <w:spacing w:line="26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przystępując do postępowania o udzielenie zamówienia publicznego na zadanie pod nazwą: </w:t>
      </w:r>
    </w:p>
    <w:p w:rsidR="007D4C60" w:rsidRDefault="007D4C60">
      <w:pPr>
        <w:spacing w:line="264" w:lineRule="auto"/>
        <w:jc w:val="both"/>
        <w:rPr>
          <w:rFonts w:ascii="Cambria" w:hAnsi="Cambria"/>
          <w:sz w:val="20"/>
          <w:szCs w:val="20"/>
        </w:rPr>
      </w:pPr>
    </w:p>
    <w:p w:rsidR="007D4C60" w:rsidRDefault="007D4C60">
      <w:pPr>
        <w:spacing w:line="264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  <w:lang w:eastAsia="en-US"/>
        </w:rPr>
        <w:t>„</w:t>
      </w:r>
      <w:r>
        <w:rPr>
          <w:rFonts w:ascii="Cambria" w:hAnsi="Cambria"/>
          <w:b/>
          <w:bCs/>
          <w:sz w:val="20"/>
          <w:szCs w:val="20"/>
          <w:lang w:eastAsia="en-US"/>
        </w:rPr>
        <w:t xml:space="preserve">Kompleksowa dostawa paliwa gazowego </w:t>
      </w:r>
      <w:r>
        <w:rPr>
          <w:rFonts w:ascii="Cambria" w:hAnsi="Cambria"/>
          <w:b/>
          <w:sz w:val="20"/>
          <w:szCs w:val="20"/>
          <w:lang w:eastAsia="en-US"/>
        </w:rPr>
        <w:t>dla Samodzielnego Publicznego Zespołu</w:t>
      </w:r>
      <w:r w:rsidRPr="00B217E5">
        <w:rPr>
          <w:rFonts w:ascii="Cambria" w:hAnsi="Cambria"/>
          <w:b/>
          <w:sz w:val="20"/>
          <w:szCs w:val="20"/>
          <w:lang w:eastAsia="en-US"/>
        </w:rPr>
        <w:t xml:space="preserve"> Zakładów Opieki Zdrowotnej w Staszowie</w:t>
      </w:r>
      <w:r>
        <w:rPr>
          <w:rFonts w:ascii="Cambria" w:hAnsi="Cambria"/>
          <w:b/>
          <w:sz w:val="20"/>
          <w:szCs w:val="20"/>
          <w:lang w:eastAsia="en-US"/>
        </w:rPr>
        <w:t>”</w:t>
      </w:r>
    </w:p>
    <w:p w:rsidR="007D4C60" w:rsidRDefault="007D4C60">
      <w:pPr>
        <w:spacing w:line="264" w:lineRule="auto"/>
        <w:jc w:val="both"/>
        <w:rPr>
          <w:rFonts w:ascii="Cambria" w:hAnsi="Cambria"/>
          <w:sz w:val="20"/>
          <w:szCs w:val="20"/>
        </w:rPr>
      </w:pPr>
    </w:p>
    <w:p w:rsidR="007D4C60" w:rsidRDefault="007D4C60">
      <w:pPr>
        <w:spacing w:line="264" w:lineRule="auto"/>
        <w:jc w:val="both"/>
        <w:rPr>
          <w:rFonts w:ascii="Cambria" w:hAnsi="Cambria"/>
          <w:sz w:val="20"/>
          <w:szCs w:val="20"/>
        </w:rPr>
      </w:pPr>
    </w:p>
    <w:p w:rsidR="007D4C60" w:rsidRDefault="007D4C60">
      <w:pPr>
        <w:spacing w:line="26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:rsidR="007D4C60" w:rsidRDefault="007D4C60">
      <w:pPr>
        <w:spacing w:line="264" w:lineRule="auto"/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</w:p>
    <w:p w:rsidR="007D4C60" w:rsidRDefault="007D4C60">
      <w:pPr>
        <w:spacing w:line="264" w:lineRule="auto"/>
        <w:jc w:val="both"/>
        <w:rPr>
          <w:rFonts w:ascii="Cambria" w:hAnsi="Cambria"/>
          <w:sz w:val="20"/>
          <w:szCs w:val="20"/>
        </w:rPr>
      </w:pPr>
    </w:p>
    <w:p w:rsidR="007D4C60" w:rsidRDefault="007D4C60">
      <w:pPr>
        <w:pStyle w:val="BodyTextIndent"/>
        <w:spacing w:after="0" w:line="264" w:lineRule="auto"/>
        <w:ind w:left="720"/>
        <w:jc w:val="both"/>
        <w:rPr>
          <w:rFonts w:ascii="Cambria" w:hAnsi="Cambria"/>
          <w:sz w:val="20"/>
          <w:szCs w:val="20"/>
        </w:rPr>
      </w:pPr>
    </w:p>
    <w:p w:rsidR="007D4C60" w:rsidRDefault="007D4C60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7D4C60" w:rsidRDefault="007D4C60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7D4C60" w:rsidRDefault="007D4C60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7D4C60" w:rsidRDefault="007D4C60">
      <w:pPr>
        <w:pStyle w:val="BodyTextIndent"/>
        <w:spacing w:after="0" w:line="264" w:lineRule="auto"/>
        <w:ind w:left="720"/>
        <w:jc w:val="both"/>
        <w:rPr>
          <w:rFonts w:ascii="Cambria" w:hAnsi="Cambria"/>
        </w:rPr>
      </w:pPr>
    </w:p>
    <w:p w:rsidR="007D4C60" w:rsidRDefault="007D4C60">
      <w:pPr>
        <w:tabs>
          <w:tab w:val="left" w:pos="3828"/>
        </w:tabs>
        <w:spacing w:line="264" w:lineRule="auto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……………..............., dnia ...................</w:t>
      </w:r>
      <w:r>
        <w:rPr>
          <w:rFonts w:ascii="Cambria" w:hAnsi="Cambria"/>
          <w:sz w:val="20"/>
        </w:rPr>
        <w:tab/>
        <w:t>….………….................................................................................................................</w:t>
      </w:r>
    </w:p>
    <w:p w:rsidR="007D4C60" w:rsidRDefault="007D4C60">
      <w:pPr>
        <w:pStyle w:val="BodyTextIndent3"/>
        <w:spacing w:after="0" w:line="264" w:lineRule="auto"/>
        <w:ind w:left="3969"/>
        <w:rPr>
          <w:rFonts w:ascii="Cambria" w:hAnsi="Cambria"/>
          <w:i/>
          <w:sz w:val="20"/>
          <w:szCs w:val="24"/>
        </w:rPr>
      </w:pPr>
      <w:r>
        <w:rPr>
          <w:rFonts w:ascii="Cambria" w:hAnsi="Cambria"/>
          <w:i/>
          <w:sz w:val="20"/>
          <w:szCs w:val="24"/>
        </w:rPr>
        <w:t xml:space="preserve">(podpis(y) osób uprawnionych do reprezentacji wykonawcy, </w:t>
      </w:r>
    </w:p>
    <w:p w:rsidR="007D4C60" w:rsidRDefault="007D4C60">
      <w:pPr>
        <w:pStyle w:val="BodyTextIndent3"/>
        <w:spacing w:after="0" w:line="264" w:lineRule="auto"/>
        <w:ind w:left="3969"/>
        <w:rPr>
          <w:rFonts w:ascii="Cambria" w:hAnsi="Cambria"/>
          <w:i/>
          <w:sz w:val="20"/>
          <w:szCs w:val="24"/>
        </w:rPr>
      </w:pPr>
      <w:r>
        <w:rPr>
          <w:rFonts w:ascii="Cambria" w:hAnsi="Cambria"/>
          <w:i/>
          <w:sz w:val="20"/>
          <w:szCs w:val="24"/>
        </w:rPr>
        <w:t>w przypadku oferty wspólnej - podpis pełnomocnika wykonawców)</w:t>
      </w:r>
    </w:p>
    <w:p w:rsidR="007D4C60" w:rsidRDefault="007D4C60"/>
    <w:sectPr w:rsidR="007D4C60" w:rsidSect="00514A5A">
      <w:pgSz w:w="11906" w:h="16838"/>
      <w:pgMar w:top="1417" w:right="991" w:bottom="1417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2A7D"/>
    <w:rsid w:val="00052A7D"/>
    <w:rsid w:val="00514A5A"/>
    <w:rsid w:val="007D4C60"/>
    <w:rsid w:val="00B217E5"/>
    <w:rsid w:val="00F1216B"/>
    <w:rsid w:val="00F1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Pr>
      <w:rFonts w:ascii="Times New Roman" w:hAnsi="Times New Roman" w:cs="Times New Roman"/>
      <w:sz w:val="16"/>
      <w:szCs w:val="16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514A5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0340D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14A5A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0340D"/>
    <w:rPr>
      <w:rFonts w:ascii="Times New Roman" w:eastAsia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514A5A"/>
    <w:rPr>
      <w:rFonts w:cs="Mangal"/>
    </w:rPr>
  </w:style>
  <w:style w:type="paragraph" w:styleId="Caption">
    <w:name w:val="caption"/>
    <w:basedOn w:val="Normal"/>
    <w:uiPriority w:val="99"/>
    <w:qFormat/>
    <w:rsid w:val="00514A5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uiPriority w:val="99"/>
    <w:rsid w:val="00514A5A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"/>
    <w:uiPriority w:val="99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0340D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40340D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171</Words>
  <Characters>1031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Artur Pisarczyk</dc:creator>
  <cp:keywords/>
  <dc:description/>
  <cp:lastModifiedBy>user</cp:lastModifiedBy>
  <cp:revision>2</cp:revision>
  <dcterms:created xsi:type="dcterms:W3CDTF">2020-03-26T09:34:00Z</dcterms:created>
  <dcterms:modified xsi:type="dcterms:W3CDTF">2020-03-26T09:34:00Z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