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84" w:rsidRPr="00CA2DA3" w:rsidRDefault="00863684" w:rsidP="00E4595D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Załącznik n</w:t>
      </w:r>
      <w:r w:rsidRPr="00CA2DA3">
        <w:rPr>
          <w:rFonts w:ascii="Cambria" w:hAnsi="Cambria"/>
          <w:color w:val="auto"/>
          <w:sz w:val="20"/>
          <w:szCs w:val="20"/>
          <w:lang w:val="pl-PL"/>
        </w:rPr>
        <w:t>r 4 do SIWZ</w:t>
      </w:r>
    </w:p>
    <w:p w:rsidR="00863684" w:rsidRDefault="00863684" w:rsidP="00E4595D">
      <w:pPr>
        <w:tabs>
          <w:tab w:val="left" w:pos="4424"/>
        </w:tabs>
        <w:spacing w:after="0"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……………………………………………………</w:t>
      </w:r>
    </w:p>
    <w:p w:rsidR="00863684" w:rsidRDefault="00863684" w:rsidP="00E4595D">
      <w:pPr>
        <w:tabs>
          <w:tab w:val="left" w:pos="4424"/>
        </w:tabs>
        <w:spacing w:after="0"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  <w:r>
        <w:rPr>
          <w:rFonts w:ascii="Cambria" w:hAnsi="Cambria"/>
          <w:bCs/>
          <w:i/>
          <w:color w:val="auto"/>
          <w:sz w:val="20"/>
          <w:szCs w:val="20"/>
          <w:lang w:val="pl-PL"/>
        </w:rPr>
        <w:t>(pieczęć adresowa Wykonawcy)</w:t>
      </w:r>
    </w:p>
    <w:p w:rsidR="00863684" w:rsidRDefault="00863684" w:rsidP="00650553">
      <w:pPr>
        <w:spacing w:after="0" w:line="240" w:lineRule="auto"/>
        <w:ind w:left="4536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bookmarkStart w:id="0" w:name="_GoBack"/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</w:p>
    <w:p w:rsidR="00863684" w:rsidRPr="00650553" w:rsidRDefault="00863684" w:rsidP="00650553">
      <w:pPr>
        <w:spacing w:after="0" w:line="240" w:lineRule="auto"/>
        <w:ind w:left="4536"/>
        <w:contextualSpacing/>
        <w:jc w:val="both"/>
        <w:rPr>
          <w:rFonts w:ascii="Cambria" w:hAnsi="Cambria"/>
          <w:b/>
          <w:bCs/>
          <w:iCs/>
          <w:sz w:val="20"/>
          <w:szCs w:val="20"/>
          <w:lang w:val="pl-PL"/>
        </w:rPr>
      </w:pPr>
      <w:r w:rsidRPr="00650553">
        <w:rPr>
          <w:rFonts w:ascii="Cambria" w:hAnsi="Cambria"/>
          <w:b/>
          <w:bCs/>
          <w:iCs/>
          <w:sz w:val="20"/>
          <w:szCs w:val="20"/>
          <w:lang w:val="pl-PL"/>
        </w:rPr>
        <w:t>Samodzielny Publiczny Zespół Zakładów Opieki Zdrowotnej w Staszowie</w:t>
      </w:r>
    </w:p>
    <w:p w:rsidR="00863684" w:rsidRPr="00650553" w:rsidRDefault="00863684" w:rsidP="00650553">
      <w:pPr>
        <w:spacing w:after="0" w:line="240" w:lineRule="auto"/>
        <w:ind w:left="4536"/>
        <w:contextualSpacing/>
        <w:jc w:val="both"/>
        <w:rPr>
          <w:rFonts w:ascii="Cambria" w:hAnsi="Cambria"/>
          <w:b/>
          <w:bCs/>
          <w:iCs/>
          <w:sz w:val="20"/>
          <w:szCs w:val="20"/>
          <w:lang w:val="pl-PL"/>
        </w:rPr>
      </w:pPr>
      <w:r w:rsidRPr="00650553">
        <w:rPr>
          <w:rFonts w:ascii="Cambria" w:hAnsi="Cambria"/>
          <w:b/>
          <w:bCs/>
          <w:iCs/>
          <w:sz w:val="20"/>
          <w:szCs w:val="20"/>
          <w:lang w:val="pl-PL"/>
        </w:rPr>
        <w:t>ul. 11 Listopada 78</w:t>
      </w:r>
    </w:p>
    <w:p w:rsidR="00863684" w:rsidRDefault="00863684" w:rsidP="00650553">
      <w:pPr>
        <w:spacing w:after="0" w:line="240" w:lineRule="auto"/>
        <w:ind w:left="4536"/>
        <w:contextualSpacing/>
        <w:jc w:val="both"/>
        <w:rPr>
          <w:rFonts w:ascii="Cambria" w:hAnsi="Cambria"/>
          <w:b/>
          <w:bCs/>
          <w:iCs/>
          <w:sz w:val="20"/>
          <w:szCs w:val="20"/>
          <w:lang w:val="pl-PL"/>
        </w:rPr>
      </w:pPr>
      <w:r w:rsidRPr="00650553">
        <w:rPr>
          <w:rFonts w:ascii="Cambria" w:hAnsi="Cambria"/>
          <w:b/>
          <w:bCs/>
          <w:iCs/>
          <w:sz w:val="20"/>
          <w:szCs w:val="20"/>
          <w:lang w:val="pl-PL"/>
        </w:rPr>
        <w:t>28-200 Staszów</w:t>
      </w:r>
    </w:p>
    <w:bookmarkEnd w:id="0"/>
    <w:p w:rsidR="00863684" w:rsidRDefault="00863684" w:rsidP="00650553">
      <w:pPr>
        <w:spacing w:after="0" w:line="240" w:lineRule="auto"/>
        <w:ind w:left="4536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863684" w:rsidRDefault="00863684" w:rsidP="00B20514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863684" w:rsidRDefault="00863684" w:rsidP="005C597B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863684" w:rsidRDefault="00863684" w:rsidP="00E4595D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863684" w:rsidRPr="000473DC" w:rsidRDefault="00863684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0473DC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863684" w:rsidRPr="009E4136" w:rsidRDefault="00863684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863684" w:rsidRDefault="00863684" w:rsidP="00B17F97">
      <w:pPr>
        <w:spacing w:after="0" w:line="240" w:lineRule="auto"/>
        <w:jc w:val="center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863684" w:rsidRDefault="00863684" w:rsidP="00B17F97">
      <w:pPr>
        <w:spacing w:after="0" w:line="240" w:lineRule="auto"/>
        <w:jc w:val="center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(nazwa/firma Wykonawcy)</w:t>
      </w:r>
    </w:p>
    <w:p w:rsidR="00863684" w:rsidRDefault="00863684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863684" w:rsidRDefault="00863684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oświadczamy, że: </w:t>
      </w:r>
    </w:p>
    <w:p w:rsidR="00863684" w:rsidRPr="00C63903" w:rsidRDefault="00863684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863684" w:rsidRDefault="00863684" w:rsidP="002C524B">
      <w:pPr>
        <w:pStyle w:val="ListParagraph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 w rozumieniu ustawy z dnia 16 lutego 2007r. o ochronie konkurencji i konsumentów (tekst jedn. </w:t>
      </w:r>
      <w:r w:rsidRPr="00C63903">
        <w:rPr>
          <w:rFonts w:ascii="Cambria" w:hAnsi="Cambria"/>
          <w:color w:val="auto"/>
          <w:sz w:val="20"/>
          <w:szCs w:val="20"/>
        </w:rPr>
        <w:t>Dz. U. z 201</w:t>
      </w:r>
      <w:r>
        <w:rPr>
          <w:rFonts w:ascii="Cambria" w:hAnsi="Cambria"/>
          <w:color w:val="auto"/>
          <w:sz w:val="20"/>
          <w:szCs w:val="20"/>
        </w:rPr>
        <w:t>9</w:t>
      </w:r>
      <w:r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Pr="002C524B">
        <w:rPr>
          <w:rFonts w:ascii="Cambria" w:hAnsi="Cambria"/>
          <w:color w:val="auto"/>
          <w:sz w:val="20"/>
          <w:szCs w:val="20"/>
          <w:lang w:val="pl-PL"/>
        </w:rPr>
        <w:t>369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 z późn. zm.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</w:t>
      </w:r>
      <w:r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863684" w:rsidRDefault="00863684" w:rsidP="00B20514">
      <w:pPr>
        <w:pStyle w:val="ListParagraph"/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863684" w:rsidRPr="00650553" w:rsidRDefault="00863684" w:rsidP="00C63903">
      <w:pPr>
        <w:pStyle w:val="ListParagraph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po zapoznaniu się z listą Wykonawców, którzy złożyli odrębne oferty w postępowaniu </w:t>
      </w:r>
      <w:r>
        <w:rPr>
          <w:rFonts w:ascii="Cambria" w:hAnsi="Cambria"/>
          <w:color w:val="auto"/>
          <w:sz w:val="20"/>
          <w:szCs w:val="20"/>
          <w:lang w:val="pl-PL"/>
        </w:rPr>
        <w:br/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o udzielenie zamówienia pn. „</w:t>
      </w:r>
      <w:r>
        <w:rPr>
          <w:rFonts w:ascii="Cambria" w:hAnsi="Cambria"/>
          <w:color w:val="auto"/>
          <w:sz w:val="20"/>
          <w:szCs w:val="20"/>
          <w:lang w:val="pl-PL"/>
        </w:rPr>
        <w:t>Kompleksowa d</w:t>
      </w:r>
      <w:r w:rsidRPr="00C63903">
        <w:rPr>
          <w:rFonts w:ascii="Cambria" w:hAnsi="Cambria"/>
          <w:bCs/>
          <w:color w:val="auto"/>
          <w:sz w:val="20"/>
          <w:szCs w:val="20"/>
          <w:lang w:val="pl-PL"/>
        </w:rPr>
        <w:t xml:space="preserve">ostawa </w:t>
      </w:r>
      <w:r>
        <w:rPr>
          <w:rFonts w:ascii="Cambria" w:hAnsi="Cambria"/>
          <w:bCs/>
          <w:color w:val="auto"/>
          <w:sz w:val="20"/>
          <w:szCs w:val="20"/>
          <w:lang w:val="pl-PL"/>
        </w:rPr>
        <w:t xml:space="preserve">paliwa gazowego </w:t>
      </w:r>
      <w:r w:rsidRPr="00650553">
        <w:rPr>
          <w:rFonts w:ascii="Cambria" w:hAnsi="Cambria"/>
          <w:color w:val="auto"/>
          <w:sz w:val="20"/>
          <w:szCs w:val="20"/>
          <w:lang w:val="pl-PL"/>
        </w:rPr>
        <w:t xml:space="preserve">dla </w:t>
      </w:r>
      <w:r w:rsidRPr="00650553">
        <w:rPr>
          <w:rFonts w:ascii="Cambria" w:hAnsi="Cambria"/>
          <w:bCs/>
          <w:iCs/>
          <w:color w:val="auto"/>
          <w:sz w:val="20"/>
          <w:szCs w:val="20"/>
          <w:lang w:val="pl-PL"/>
        </w:rPr>
        <w:t>Samodzieln</w:t>
      </w:r>
      <w:r>
        <w:rPr>
          <w:rFonts w:ascii="Cambria" w:hAnsi="Cambria"/>
          <w:bCs/>
          <w:iCs/>
          <w:color w:val="auto"/>
          <w:sz w:val="20"/>
          <w:szCs w:val="20"/>
          <w:lang w:val="pl-PL"/>
        </w:rPr>
        <w:t>ego Publicznego Zespołu</w:t>
      </w:r>
      <w:r w:rsidRPr="00650553">
        <w:rPr>
          <w:rFonts w:ascii="Cambria" w:hAnsi="Cambria"/>
          <w:bCs/>
          <w:iCs/>
          <w:color w:val="auto"/>
          <w:sz w:val="20"/>
          <w:szCs w:val="20"/>
          <w:lang w:val="pl-PL"/>
        </w:rPr>
        <w:t xml:space="preserve"> Zakładów Opieki Zdrowotnej</w:t>
      </w:r>
      <w:r w:rsidRPr="00650553">
        <w:rPr>
          <w:rFonts w:ascii="Cambria" w:hAnsi="Cambria"/>
          <w:color w:val="auto"/>
          <w:sz w:val="20"/>
          <w:szCs w:val="20"/>
          <w:lang w:val="pl-PL"/>
        </w:rPr>
        <w:t xml:space="preserve"> w Staszowie”:</w:t>
      </w:r>
    </w:p>
    <w:p w:rsidR="00863684" w:rsidRPr="00C63903" w:rsidRDefault="00863684" w:rsidP="00C63903">
      <w:pPr>
        <w:pStyle w:val="ListParagraph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kapitałowej, w rozumieniu ustawy z dnia 16 lutego 2007r. o ochronie konkurencji i konsumentów (tekst jedn. </w:t>
      </w:r>
      <w:r w:rsidRPr="00C63903">
        <w:rPr>
          <w:rFonts w:ascii="Cambria" w:hAnsi="Cambria"/>
          <w:color w:val="auto"/>
          <w:sz w:val="20"/>
          <w:szCs w:val="20"/>
        </w:rPr>
        <w:t>Dz. U. z 201</w:t>
      </w:r>
      <w:r>
        <w:rPr>
          <w:rFonts w:ascii="Cambria" w:hAnsi="Cambria"/>
          <w:color w:val="auto"/>
          <w:sz w:val="20"/>
          <w:szCs w:val="20"/>
        </w:rPr>
        <w:t>9</w:t>
      </w:r>
      <w:r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Pr="002C524B">
        <w:rPr>
          <w:rFonts w:ascii="Cambria" w:hAnsi="Cambria"/>
          <w:color w:val="auto"/>
          <w:sz w:val="20"/>
          <w:szCs w:val="20"/>
          <w:lang w:val="pl-PL"/>
        </w:rPr>
        <w:t>369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 z późn. zm.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 z żadnym z tych Wykonawców</w:t>
      </w:r>
      <w:r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863684" w:rsidRDefault="00863684" w:rsidP="00E4595D">
      <w:pPr>
        <w:pStyle w:val="ListParagraph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należymy do grupy kapitałowej</w:t>
      </w:r>
      <w:r>
        <w:rPr>
          <w:rFonts w:ascii="Cambria" w:hAnsi="Cambria"/>
          <w:color w:val="auto"/>
          <w:sz w:val="20"/>
          <w:szCs w:val="20"/>
          <w:lang w:val="pl-PL"/>
        </w:rPr>
        <w:t>,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w rozumieniu ustawy z dnia 16 lutego 2007 r. o ochronie konkurencji i konsumentów (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Pr="00C63903">
        <w:rPr>
          <w:rFonts w:ascii="Cambria" w:hAnsi="Cambria"/>
          <w:color w:val="auto"/>
          <w:sz w:val="20"/>
          <w:szCs w:val="20"/>
        </w:rPr>
        <w:t>201</w:t>
      </w:r>
      <w:r>
        <w:rPr>
          <w:rFonts w:ascii="Cambria" w:hAnsi="Cambria"/>
          <w:color w:val="auto"/>
          <w:sz w:val="20"/>
          <w:szCs w:val="20"/>
        </w:rPr>
        <w:t>9</w:t>
      </w:r>
      <w:r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Pr="002C524B">
        <w:rPr>
          <w:rFonts w:ascii="Cambria" w:hAnsi="Cambria"/>
          <w:color w:val="auto"/>
          <w:sz w:val="20"/>
          <w:szCs w:val="20"/>
          <w:lang w:val="pl-PL"/>
        </w:rPr>
        <w:t>369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 z późn. zm.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 z następującym</w:t>
      </w:r>
      <w:r>
        <w:rPr>
          <w:rFonts w:ascii="Cambria" w:hAnsi="Cambria"/>
          <w:color w:val="auto"/>
          <w:sz w:val="20"/>
          <w:szCs w:val="20"/>
          <w:lang w:val="pl-PL"/>
        </w:rPr>
        <w:t>/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i Wykonawc</w:t>
      </w:r>
      <w:r>
        <w:rPr>
          <w:rFonts w:ascii="Cambria" w:hAnsi="Cambria"/>
          <w:color w:val="auto"/>
          <w:sz w:val="20"/>
          <w:szCs w:val="20"/>
          <w:lang w:val="pl-PL"/>
        </w:rPr>
        <w:t>ą/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ami</w:t>
      </w:r>
      <w:r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863684" w:rsidRDefault="00863684" w:rsidP="00C63903">
      <w:pPr>
        <w:pStyle w:val="ListParagraph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 **</w:t>
      </w:r>
    </w:p>
    <w:p w:rsidR="00863684" w:rsidRDefault="00863684" w:rsidP="00C63903">
      <w:pPr>
        <w:pStyle w:val="ListParagraph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863684" w:rsidRDefault="00863684" w:rsidP="00B17F97">
      <w:pPr>
        <w:pStyle w:val="ListParagraph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- w 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załączeniu </w:t>
      </w:r>
      <w:r>
        <w:rPr>
          <w:rFonts w:ascii="Cambria" w:hAnsi="Cambria"/>
          <w:color w:val="auto"/>
          <w:sz w:val="20"/>
          <w:szCs w:val="20"/>
          <w:lang w:val="pl-PL"/>
        </w:rPr>
        <w:t>przekazujemy następujące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dowody wykazujące, że istniejące powiązania z ww. Wykonawc</w:t>
      </w:r>
      <w:r>
        <w:rPr>
          <w:rFonts w:ascii="Cambria" w:hAnsi="Cambria"/>
          <w:color w:val="auto"/>
          <w:sz w:val="20"/>
          <w:szCs w:val="20"/>
          <w:lang w:val="pl-PL"/>
        </w:rPr>
        <w:t>ą/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>ami</w:t>
      </w:r>
      <w:r>
        <w:rPr>
          <w:rFonts w:ascii="Cambria" w:hAnsi="Cambria"/>
          <w:color w:val="auto"/>
          <w:sz w:val="20"/>
          <w:szCs w:val="20"/>
          <w:lang w:val="pl-PL"/>
        </w:rPr>
        <w:t>*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nie pro</w:t>
      </w:r>
      <w:r>
        <w:rPr>
          <w:rFonts w:ascii="Cambria" w:hAnsi="Cambria"/>
          <w:color w:val="auto"/>
          <w:sz w:val="20"/>
          <w:szCs w:val="20"/>
          <w:lang w:val="pl-PL"/>
        </w:rPr>
        <w:t>wadzą do zakłócenia konkurencji:</w:t>
      </w:r>
    </w:p>
    <w:p w:rsidR="00863684" w:rsidRDefault="00863684" w:rsidP="00B17F97">
      <w:pPr>
        <w:pStyle w:val="ListParagraph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863684" w:rsidRPr="00B17F97" w:rsidRDefault="00863684" w:rsidP="00B17F97">
      <w:pPr>
        <w:pStyle w:val="ListParagraph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863684" w:rsidRDefault="00863684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B17F97">
        <w:rPr>
          <w:rFonts w:ascii="Cambria" w:hAnsi="Cambria"/>
          <w:color w:val="auto"/>
          <w:sz w:val="20"/>
          <w:szCs w:val="20"/>
          <w:lang w:val="pl-PL"/>
        </w:rPr>
        <w:t>*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 niepotrzebne skreślić</w:t>
      </w:r>
    </w:p>
    <w:p w:rsidR="00863684" w:rsidRDefault="00863684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** wskazać nazwę/firmę Wykonawcy/ów, który/rzy złożył/li oferty w niniejszym postępowaniu </w:t>
      </w:r>
      <w:r>
        <w:rPr>
          <w:rFonts w:ascii="Cambria" w:hAnsi="Cambria"/>
          <w:color w:val="auto"/>
          <w:sz w:val="20"/>
          <w:szCs w:val="20"/>
          <w:lang w:val="pl-PL"/>
        </w:rPr>
        <w:br/>
        <w:t>i z którym/i Wykonawca składający oświadczenie należy do tej samej grupy kapitałowej</w:t>
      </w:r>
    </w:p>
    <w:p w:rsidR="00863684" w:rsidRDefault="00863684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863684" w:rsidRDefault="00863684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863684" w:rsidRDefault="00863684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863684" w:rsidRPr="00CA2DA3" w:rsidRDefault="00863684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br/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z ofertą.</w:t>
      </w:r>
    </w:p>
    <w:p w:rsidR="00863684" w:rsidRPr="00CA2DA3" w:rsidRDefault="00863684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863684" w:rsidRPr="00CA2DA3" w:rsidRDefault="00863684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863684" w:rsidRPr="00CA2DA3" w:rsidRDefault="00863684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t>)</w:t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.</w:t>
      </w:r>
    </w:p>
    <w:p w:rsidR="00863684" w:rsidRDefault="00863684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863684" w:rsidRDefault="00863684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863684" w:rsidRDefault="00863684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863684" w:rsidRDefault="00863684" w:rsidP="00E4595D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863684" w:rsidRDefault="00863684" w:rsidP="00CA2DA3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20"/>
          <w:szCs w:val="20"/>
          <w:lang w:val="pl-PL"/>
        </w:rPr>
      </w:pPr>
      <w:r>
        <w:rPr>
          <w:rFonts w:ascii="Cambria" w:hAnsi="Cambria"/>
          <w:i/>
          <w:color w:val="auto"/>
          <w:sz w:val="18"/>
          <w:szCs w:val="20"/>
          <w:lang w:val="pl-PL"/>
        </w:rPr>
        <w:t xml:space="preserve">(podpis(y) osób uprawnionych do reprezentacji wykonawcy, </w:t>
      </w:r>
      <w:r>
        <w:rPr>
          <w:rFonts w:ascii="Cambria" w:hAnsi="Cambria"/>
          <w:i/>
          <w:color w:val="auto"/>
          <w:sz w:val="18"/>
          <w:szCs w:val="20"/>
          <w:lang w:val="pl-PL"/>
        </w:rPr>
        <w:br/>
        <w:t>w przypadku oferty wspólnej - podpis pełnomocnika wykonawców)</w:t>
      </w:r>
    </w:p>
    <w:sectPr w:rsidR="00863684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684" w:rsidRDefault="00863684" w:rsidP="00E4595D">
      <w:pPr>
        <w:spacing w:after="0" w:line="240" w:lineRule="auto"/>
      </w:pPr>
      <w:r>
        <w:separator/>
      </w:r>
    </w:p>
  </w:endnote>
  <w:endnote w:type="continuationSeparator" w:id="0">
    <w:p w:rsidR="00863684" w:rsidRDefault="00863684" w:rsidP="00E4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684" w:rsidRDefault="00863684" w:rsidP="00E4595D">
      <w:pPr>
        <w:spacing w:after="0" w:line="240" w:lineRule="auto"/>
      </w:pPr>
      <w:r>
        <w:separator/>
      </w:r>
    </w:p>
  </w:footnote>
  <w:footnote w:type="continuationSeparator" w:id="0">
    <w:p w:rsidR="00863684" w:rsidRDefault="00863684" w:rsidP="00E45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95D"/>
    <w:rsid w:val="000304C2"/>
    <w:rsid w:val="000473DC"/>
    <w:rsid w:val="00165A08"/>
    <w:rsid w:val="001E288E"/>
    <w:rsid w:val="00214529"/>
    <w:rsid w:val="002A19ED"/>
    <w:rsid w:val="002C524B"/>
    <w:rsid w:val="00347241"/>
    <w:rsid w:val="00464B3B"/>
    <w:rsid w:val="004C398C"/>
    <w:rsid w:val="0054027D"/>
    <w:rsid w:val="00572254"/>
    <w:rsid w:val="00584B68"/>
    <w:rsid w:val="005908AC"/>
    <w:rsid w:val="005C597B"/>
    <w:rsid w:val="005F1AC6"/>
    <w:rsid w:val="00650553"/>
    <w:rsid w:val="006852B5"/>
    <w:rsid w:val="006A23F4"/>
    <w:rsid w:val="006B0DC0"/>
    <w:rsid w:val="00800916"/>
    <w:rsid w:val="00863684"/>
    <w:rsid w:val="0094581C"/>
    <w:rsid w:val="009A3549"/>
    <w:rsid w:val="009C06E9"/>
    <w:rsid w:val="009E4136"/>
    <w:rsid w:val="00A12533"/>
    <w:rsid w:val="00B17F97"/>
    <w:rsid w:val="00B20514"/>
    <w:rsid w:val="00B36BF3"/>
    <w:rsid w:val="00B77035"/>
    <w:rsid w:val="00C060AD"/>
    <w:rsid w:val="00C1278A"/>
    <w:rsid w:val="00C63903"/>
    <w:rsid w:val="00CA2DA3"/>
    <w:rsid w:val="00D91AE2"/>
    <w:rsid w:val="00DB71E3"/>
    <w:rsid w:val="00DB7919"/>
    <w:rsid w:val="00E441BF"/>
    <w:rsid w:val="00E4595D"/>
    <w:rsid w:val="00E5142F"/>
    <w:rsid w:val="00F1484A"/>
    <w:rsid w:val="00F2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4595D"/>
    <w:pPr>
      <w:spacing w:after="200" w:line="276" w:lineRule="auto"/>
    </w:pPr>
    <w:rPr>
      <w:rFonts w:cs="Calibri"/>
      <w:color w:val="000000"/>
      <w:u w:color="000000"/>
      <w:lang w:val="de-D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1278A"/>
    <w:rPr>
      <w:rFonts w:ascii="Cambria" w:eastAsia="SimSu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ListParagraph">
    <w:name w:val="List Paragraph"/>
    <w:basedOn w:val="Normal"/>
    <w:uiPriority w:val="99"/>
    <w:qFormat/>
    <w:rsid w:val="00C1278A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rsid w:val="00E4595D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E459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5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338</Words>
  <Characters>2029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Artur Pisarczyk</dc:creator>
  <cp:keywords/>
  <dc:description/>
  <cp:lastModifiedBy>user</cp:lastModifiedBy>
  <cp:revision>2</cp:revision>
  <dcterms:created xsi:type="dcterms:W3CDTF">2020-03-26T09:07:00Z</dcterms:created>
  <dcterms:modified xsi:type="dcterms:W3CDTF">2020-03-26T09:07:00Z</dcterms:modified>
</cp:coreProperties>
</file>