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D2" w:rsidRPr="00CA2DA3" w:rsidRDefault="008829D2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6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8829D2" w:rsidRDefault="008829D2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8829D2" w:rsidRDefault="008829D2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8829D2" w:rsidRDefault="008829D2" w:rsidP="000C043F">
      <w:pPr>
        <w:ind w:left="5103"/>
        <w:contextualSpacing/>
        <w:rPr>
          <w:rFonts w:ascii="Cambria" w:hAnsi="Cambria"/>
          <w:b/>
          <w:bCs/>
          <w:sz w:val="20"/>
          <w:szCs w:val="20"/>
        </w:rPr>
      </w:pPr>
      <w:bookmarkStart w:id="0" w:name="_GoBack"/>
      <w:r>
        <w:rPr>
          <w:rFonts w:ascii="Cambria" w:hAnsi="Cambria"/>
          <w:b/>
          <w:bCs/>
          <w:sz w:val="20"/>
          <w:szCs w:val="20"/>
        </w:rPr>
        <w:t>Zamawiający:</w:t>
      </w:r>
    </w:p>
    <w:p w:rsidR="008829D2" w:rsidRDefault="008829D2" w:rsidP="000C043F">
      <w:pPr>
        <w:ind w:left="5103"/>
        <w:contextualSpacing/>
        <w:rPr>
          <w:rFonts w:ascii="Cambria" w:hAnsi="Cambria"/>
          <w:b/>
          <w:bCs/>
          <w:iCs/>
          <w:color w:val="000000"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Samodzielny Publiczny Zespół Zakładów Opieki Zdrowotnej w Staszowie</w:t>
      </w:r>
    </w:p>
    <w:p w:rsidR="008829D2" w:rsidRDefault="008829D2" w:rsidP="000C043F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ul. 11 Listopada 78</w:t>
      </w:r>
    </w:p>
    <w:p w:rsidR="008829D2" w:rsidRDefault="008829D2" w:rsidP="000C043F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28-200 Staszów</w:t>
      </w:r>
    </w:p>
    <w:bookmarkEnd w:id="0"/>
    <w:p w:rsidR="008829D2" w:rsidRDefault="008829D2" w:rsidP="000C043F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8829D2" w:rsidRDefault="008829D2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8829D2" w:rsidRDefault="008829D2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8829D2" w:rsidRDefault="008829D2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8829D2" w:rsidRDefault="008829D2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8829D2" w:rsidRDefault="008829D2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829D2" w:rsidRDefault="008829D2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8829D2" w:rsidRDefault="008829D2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8829D2" w:rsidRPr="00B63EF7" w:rsidRDefault="008829D2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8829D2" w:rsidRPr="009E4136" w:rsidRDefault="008829D2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8829D2" w:rsidRDefault="008829D2" w:rsidP="00B63EF7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8829D2" w:rsidRDefault="008829D2" w:rsidP="00B63EF7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(nazwa/firma Wykonawcy)</w:t>
      </w:r>
    </w:p>
    <w:p w:rsidR="008829D2" w:rsidRPr="00877A7C" w:rsidRDefault="008829D2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8829D2" w:rsidRPr="00877A7C" w:rsidRDefault="008829D2" w:rsidP="0030281C">
      <w:pPr>
        <w:spacing w:line="264" w:lineRule="auto"/>
        <w:jc w:val="both"/>
        <w:rPr>
          <w:rFonts w:ascii="Cambria" w:hAnsi="Cambria"/>
          <w:snapToGrid w:val="0"/>
          <w:sz w:val="20"/>
          <w:szCs w:val="20"/>
        </w:rPr>
      </w:pPr>
      <w:r>
        <w:rPr>
          <w:rFonts w:ascii="Cambria" w:hAnsi="Cambria"/>
          <w:bCs/>
          <w:snapToGrid w:val="0"/>
          <w:sz w:val="20"/>
          <w:szCs w:val="20"/>
        </w:rPr>
        <w:t>n</w:t>
      </w:r>
      <w:r w:rsidRPr="00877A7C">
        <w:rPr>
          <w:rFonts w:ascii="Cambria" w:hAnsi="Cambria"/>
          <w:bCs/>
          <w:snapToGrid w:val="0"/>
          <w:sz w:val="20"/>
          <w:szCs w:val="20"/>
        </w:rPr>
        <w:t xml:space="preserve">ie </w:t>
      </w:r>
      <w:r>
        <w:rPr>
          <w:rFonts w:ascii="Cambria" w:hAnsi="Cambria"/>
          <w:bCs/>
          <w:snapToGrid w:val="0"/>
          <w:sz w:val="20"/>
          <w:szCs w:val="20"/>
        </w:rPr>
        <w:t>wydano</w:t>
      </w:r>
      <w:r w:rsidRPr="00877A7C">
        <w:rPr>
          <w:rFonts w:ascii="Cambria" w:hAnsi="Cambria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="Cambria" w:hAnsi="Cambria"/>
          <w:iCs/>
          <w:snapToGrid w:val="0"/>
          <w:sz w:val="20"/>
          <w:szCs w:val="20"/>
        </w:rPr>
        <w:t xml:space="preserve"> </w:t>
      </w:r>
      <w:r w:rsidRPr="00877A7C">
        <w:rPr>
          <w:rFonts w:ascii="Cambria" w:hAnsi="Cambria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="Cambria" w:hAnsi="Cambria"/>
          <w:iCs/>
          <w:snapToGrid w:val="0"/>
          <w:sz w:val="20"/>
          <w:szCs w:val="20"/>
        </w:rPr>
        <w:t xml:space="preserve"> </w:t>
      </w:r>
      <w:r w:rsidRPr="00877A7C">
        <w:rPr>
          <w:rFonts w:ascii="Cambria" w:hAnsi="Cambria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="Cambria" w:hAnsi="Cambria"/>
          <w:iCs/>
          <w:snapToGrid w:val="0"/>
          <w:sz w:val="20"/>
          <w:szCs w:val="20"/>
        </w:rPr>
        <w:t xml:space="preserve"> </w:t>
      </w:r>
      <w:r w:rsidRPr="00877A7C">
        <w:rPr>
          <w:rFonts w:ascii="Cambria" w:hAnsi="Cambria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="Cambria" w:hAnsi="Cambria"/>
          <w:iCs/>
          <w:snapToGrid w:val="0"/>
          <w:sz w:val="20"/>
          <w:szCs w:val="20"/>
        </w:rPr>
        <w:t xml:space="preserve"> </w:t>
      </w:r>
      <w:r w:rsidRPr="00877A7C">
        <w:rPr>
          <w:rFonts w:ascii="Cambria" w:hAnsi="Cambria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="Cambria" w:hAnsi="Cambria"/>
          <w:iCs/>
          <w:snapToGrid w:val="0"/>
          <w:sz w:val="20"/>
          <w:szCs w:val="20"/>
        </w:rPr>
        <w:t xml:space="preserve"> </w:t>
      </w:r>
      <w:r w:rsidRPr="00877A7C">
        <w:rPr>
          <w:rFonts w:ascii="Cambria" w:hAnsi="Cambria"/>
          <w:bCs/>
          <w:snapToGrid w:val="0"/>
          <w:sz w:val="20"/>
          <w:szCs w:val="20"/>
        </w:rPr>
        <w:t>sprawie spłat tych należności</w:t>
      </w:r>
      <w:r>
        <w:rPr>
          <w:rFonts w:ascii="Cambria" w:hAnsi="Cambria"/>
          <w:bCs/>
          <w:snapToGrid w:val="0"/>
          <w:sz w:val="20"/>
          <w:szCs w:val="20"/>
        </w:rPr>
        <w:t>.</w:t>
      </w:r>
    </w:p>
    <w:p w:rsidR="008829D2" w:rsidRPr="00B63EF7" w:rsidRDefault="008829D2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  <w:sz w:val="20"/>
          <w:szCs w:val="20"/>
        </w:rPr>
      </w:pPr>
    </w:p>
    <w:p w:rsidR="008829D2" w:rsidRPr="001051AA" w:rsidRDefault="008829D2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8829D2" w:rsidRPr="001051AA" w:rsidRDefault="008829D2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8829D2" w:rsidRPr="001051AA" w:rsidRDefault="008829D2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8829D2" w:rsidRPr="001051AA" w:rsidRDefault="008829D2" w:rsidP="0030281C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8829D2" w:rsidRPr="001051AA" w:rsidRDefault="008829D2" w:rsidP="0030281C">
      <w:pPr>
        <w:tabs>
          <w:tab w:val="left" w:pos="3828"/>
        </w:tabs>
        <w:spacing w:line="264" w:lineRule="auto"/>
        <w:rPr>
          <w:rFonts w:ascii="Cambria" w:hAnsi="Cambria"/>
          <w:sz w:val="20"/>
        </w:rPr>
      </w:pPr>
      <w:r w:rsidRPr="001051AA">
        <w:rPr>
          <w:rFonts w:ascii="Cambria" w:hAnsi="Cambria"/>
          <w:sz w:val="20"/>
        </w:rPr>
        <w:t>……………..............., dnia ...................</w:t>
      </w:r>
      <w:r w:rsidRPr="001051AA">
        <w:rPr>
          <w:rFonts w:ascii="Cambria" w:hAnsi="Cambria"/>
          <w:sz w:val="20"/>
        </w:rPr>
        <w:tab/>
        <w:t>….…………............................................</w:t>
      </w:r>
      <w:r>
        <w:rPr>
          <w:rFonts w:ascii="Cambria" w:hAnsi="Cambria"/>
          <w:sz w:val="20"/>
        </w:rPr>
        <w:t>..........................................</w:t>
      </w:r>
      <w:r w:rsidRPr="001051AA">
        <w:rPr>
          <w:rFonts w:ascii="Cambria" w:hAnsi="Cambria"/>
          <w:sz w:val="20"/>
        </w:rPr>
        <w:t>...........................</w:t>
      </w:r>
    </w:p>
    <w:p w:rsidR="008829D2" w:rsidRPr="001051AA" w:rsidRDefault="008829D2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1051AA">
        <w:rPr>
          <w:rFonts w:ascii="Cambria" w:hAnsi="Cambria"/>
          <w:i/>
          <w:sz w:val="20"/>
          <w:szCs w:val="24"/>
        </w:rPr>
        <w:t xml:space="preserve">(podpis(y) osób uprawnionych do reprezentacji wykonawcy, </w:t>
      </w:r>
    </w:p>
    <w:p w:rsidR="008829D2" w:rsidRPr="001051AA" w:rsidRDefault="008829D2" w:rsidP="0030281C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 w:rsidRPr="001051AA">
        <w:rPr>
          <w:rFonts w:ascii="Cambria" w:hAnsi="Cambria"/>
          <w:i/>
          <w:sz w:val="20"/>
          <w:szCs w:val="24"/>
        </w:rPr>
        <w:t>w przypadku oferty wspólnej - podpis pełnomocnika wykonawców)</w:t>
      </w:r>
    </w:p>
    <w:p w:rsidR="008829D2" w:rsidRPr="001051AA" w:rsidRDefault="008829D2">
      <w:pPr>
        <w:rPr>
          <w:rFonts w:ascii="Cambria" w:hAnsi="Cambria"/>
          <w:sz w:val="20"/>
        </w:rPr>
      </w:pPr>
    </w:p>
    <w:sectPr w:rsidR="008829D2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81C"/>
    <w:rsid w:val="00014B27"/>
    <w:rsid w:val="000C043F"/>
    <w:rsid w:val="000E751F"/>
    <w:rsid w:val="001051AA"/>
    <w:rsid w:val="001312BF"/>
    <w:rsid w:val="00182063"/>
    <w:rsid w:val="00243336"/>
    <w:rsid w:val="002656F0"/>
    <w:rsid w:val="002E37AA"/>
    <w:rsid w:val="0030281C"/>
    <w:rsid w:val="0047236B"/>
    <w:rsid w:val="004C54AB"/>
    <w:rsid w:val="005F13D6"/>
    <w:rsid w:val="00665346"/>
    <w:rsid w:val="006A32F5"/>
    <w:rsid w:val="0070207C"/>
    <w:rsid w:val="00813F31"/>
    <w:rsid w:val="00815145"/>
    <w:rsid w:val="00877A7C"/>
    <w:rsid w:val="008829D2"/>
    <w:rsid w:val="009E4136"/>
    <w:rsid w:val="00A135B9"/>
    <w:rsid w:val="00A24BE8"/>
    <w:rsid w:val="00A544D8"/>
    <w:rsid w:val="00A64AEE"/>
    <w:rsid w:val="00B63EF7"/>
    <w:rsid w:val="00C6785C"/>
    <w:rsid w:val="00CA2DA3"/>
    <w:rsid w:val="00CB1ABB"/>
    <w:rsid w:val="00D97E11"/>
    <w:rsid w:val="00DC2429"/>
    <w:rsid w:val="00EA5672"/>
    <w:rsid w:val="00EF1EA5"/>
    <w:rsid w:val="00F11B56"/>
    <w:rsid w:val="00F51AEE"/>
    <w:rsid w:val="00FA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3028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223</Words>
  <Characters>1342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Artur Pisarczyk</dc:creator>
  <cp:keywords/>
  <dc:description/>
  <cp:lastModifiedBy>user</cp:lastModifiedBy>
  <cp:revision>2</cp:revision>
  <dcterms:created xsi:type="dcterms:W3CDTF">2020-03-26T09:08:00Z</dcterms:created>
  <dcterms:modified xsi:type="dcterms:W3CDTF">2020-03-26T09:08:00Z</dcterms:modified>
</cp:coreProperties>
</file>