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F8" w:rsidRPr="00650E3F" w:rsidRDefault="00FF3DF8" w:rsidP="00B63EF7">
      <w:pPr>
        <w:jc w:val="right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 xml:space="preserve">Załącznik nr </w:t>
      </w:r>
      <w:r>
        <w:rPr>
          <w:rFonts w:ascii="Cambria" w:hAnsi="Cambria"/>
          <w:sz w:val="20"/>
          <w:szCs w:val="20"/>
        </w:rPr>
        <w:t>8</w:t>
      </w:r>
      <w:r w:rsidRPr="00650E3F">
        <w:rPr>
          <w:rFonts w:ascii="Cambria" w:hAnsi="Cambria"/>
          <w:sz w:val="20"/>
          <w:szCs w:val="20"/>
        </w:rPr>
        <w:t xml:space="preserve"> do SIWZ</w:t>
      </w:r>
    </w:p>
    <w:p w:rsidR="00FF3DF8" w:rsidRPr="00650E3F" w:rsidRDefault="00FF3DF8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 w:rsidRPr="00650E3F"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FF3DF8" w:rsidRPr="00650E3F" w:rsidRDefault="00FF3DF8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 w:rsidRPr="00650E3F"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FF3DF8" w:rsidRDefault="00FF3DF8" w:rsidP="00FF0993">
      <w:pPr>
        <w:ind w:left="5103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FF3DF8" w:rsidRDefault="00FF3DF8" w:rsidP="00FF0993">
      <w:pPr>
        <w:ind w:left="5103"/>
        <w:contextualSpacing/>
        <w:rPr>
          <w:rFonts w:ascii="Cambria" w:hAnsi="Cambria"/>
          <w:b/>
          <w:bCs/>
          <w:iCs/>
          <w:color w:val="000000"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Samodzielny Publiczny Zespół Zakładów Opieki Zdrowotnej w Staszowie</w:t>
      </w:r>
    </w:p>
    <w:p w:rsidR="00FF3DF8" w:rsidRDefault="00FF3DF8" w:rsidP="00FF0993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ul. 11 Listopada 78</w:t>
      </w:r>
    </w:p>
    <w:p w:rsidR="00FF3DF8" w:rsidRDefault="00FF3DF8" w:rsidP="00FF0993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28-200 Staszów</w:t>
      </w:r>
    </w:p>
    <w:p w:rsidR="00FF3DF8" w:rsidRPr="00650E3F" w:rsidRDefault="00FF3DF8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</w:p>
    <w:p w:rsidR="00FF3DF8" w:rsidRDefault="00FF3DF8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F3DF8" w:rsidRDefault="00FF3DF8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F3DF8" w:rsidRPr="00650E3F" w:rsidRDefault="00FF3DF8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F3DF8" w:rsidRPr="00650E3F" w:rsidRDefault="00FF3DF8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OŚWIADCZENIE </w:t>
      </w:r>
    </w:p>
    <w:p w:rsidR="00FF3DF8" w:rsidRPr="00650E3F" w:rsidRDefault="00FF3DF8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i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="Cambria" w:hAnsi="Cambria"/>
          <w:b/>
          <w:bCs/>
          <w:szCs w:val="20"/>
        </w:rPr>
        <w:br/>
        <w:t>O</w:t>
      </w:r>
      <w:r w:rsidRPr="00650E3F">
        <w:rPr>
          <w:rFonts w:ascii="Cambria" w:hAnsi="Cambria"/>
          <w:b/>
          <w:bCs/>
          <w:iCs/>
          <w:szCs w:val="20"/>
        </w:rPr>
        <w:t xml:space="preserve"> </w:t>
      </w:r>
      <w:r w:rsidRPr="00650E3F">
        <w:rPr>
          <w:rFonts w:ascii="Cambria" w:hAnsi="Cambria"/>
          <w:b/>
          <w:bCs/>
          <w:szCs w:val="20"/>
        </w:rPr>
        <w:t xml:space="preserve">KTÓRYCH MOWA W USTAWIE Z DNIA 12 STYCZNIA 1991 R. </w:t>
      </w:r>
      <w:r w:rsidRPr="00650E3F">
        <w:rPr>
          <w:rFonts w:ascii="Cambria" w:hAnsi="Cambria"/>
          <w:b/>
          <w:bCs/>
          <w:szCs w:val="20"/>
        </w:rPr>
        <w:br/>
        <w:t>O PODATKACH I OPŁATACH LOKALNYCH (tekst jedn. Dz. U. z 201</w:t>
      </w:r>
      <w:r>
        <w:rPr>
          <w:rFonts w:ascii="Cambria" w:hAnsi="Cambria"/>
          <w:b/>
          <w:bCs/>
          <w:szCs w:val="20"/>
        </w:rPr>
        <w:t>9</w:t>
      </w:r>
      <w:r w:rsidRPr="00650E3F">
        <w:rPr>
          <w:rFonts w:ascii="Cambria" w:hAnsi="Cambria"/>
          <w:b/>
          <w:bCs/>
          <w:szCs w:val="20"/>
        </w:rPr>
        <w:t xml:space="preserve"> r. poz. 1</w:t>
      </w:r>
      <w:r>
        <w:rPr>
          <w:rFonts w:ascii="Cambria" w:hAnsi="Cambria"/>
          <w:b/>
          <w:bCs/>
          <w:szCs w:val="20"/>
        </w:rPr>
        <w:t>170</w:t>
      </w:r>
      <w:r w:rsidRPr="00650E3F">
        <w:rPr>
          <w:rFonts w:ascii="Cambria" w:hAnsi="Cambria"/>
          <w:b/>
          <w:bCs/>
          <w:szCs w:val="20"/>
        </w:rPr>
        <w:t>)</w:t>
      </w:r>
    </w:p>
    <w:p w:rsidR="00FF3DF8" w:rsidRPr="00650E3F" w:rsidRDefault="00FF3DF8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FF3DF8" w:rsidRPr="00650E3F" w:rsidRDefault="00FF3DF8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F3DF8" w:rsidRPr="00650E3F" w:rsidRDefault="00FF3DF8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650E3F">
        <w:rPr>
          <w:rFonts w:ascii="Cambria" w:hAnsi="Cambria"/>
          <w:bCs/>
          <w:sz w:val="20"/>
          <w:szCs w:val="20"/>
        </w:rPr>
        <w:t>My niżej podpisani, oświadczamy, że Wykonawca:</w:t>
      </w:r>
    </w:p>
    <w:p w:rsidR="00FF3DF8" w:rsidRPr="00650E3F" w:rsidRDefault="00FF3DF8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FF3DF8" w:rsidRPr="00650E3F" w:rsidRDefault="00FF3DF8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F3DF8" w:rsidRPr="00650E3F" w:rsidRDefault="00FF3DF8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(nazwa/firma Wykonawcy)</w:t>
      </w:r>
    </w:p>
    <w:p w:rsidR="00FF3DF8" w:rsidRPr="00650E3F" w:rsidRDefault="00FF3DF8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F3DF8" w:rsidRPr="00650E3F" w:rsidRDefault="00FF3DF8" w:rsidP="00574E4B">
      <w:pPr>
        <w:ind w:left="284" w:hanging="284"/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9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1</w:t>
      </w:r>
      <w:r>
        <w:rPr>
          <w:rFonts w:ascii="Cambria" w:hAnsi="Cambria"/>
          <w:bCs/>
          <w:snapToGrid w:val="0"/>
          <w:sz w:val="20"/>
          <w:szCs w:val="20"/>
        </w:rPr>
        <w:t>170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FF3DF8" w:rsidRPr="00650E3F" w:rsidRDefault="00FF3DF8" w:rsidP="00887E25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F3DF8" w:rsidRPr="00650E3F" w:rsidRDefault="00FF3DF8" w:rsidP="00887E25">
      <w:pPr>
        <w:tabs>
          <w:tab w:val="left" w:pos="4424"/>
        </w:tabs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9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</w:t>
      </w:r>
      <w:r>
        <w:rPr>
          <w:rFonts w:ascii="Cambria" w:hAnsi="Cambria"/>
          <w:bCs/>
          <w:snapToGrid w:val="0"/>
          <w:sz w:val="20"/>
          <w:szCs w:val="20"/>
        </w:rPr>
        <w:t>1170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FF3DF8" w:rsidRPr="00650E3F" w:rsidRDefault="00FF3DF8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FF3DF8" w:rsidRPr="00650E3F" w:rsidRDefault="00FF3DF8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FF3DF8" w:rsidRPr="00650E3F" w:rsidRDefault="00FF3DF8" w:rsidP="00887E25">
      <w:pPr>
        <w:tabs>
          <w:tab w:val="left" w:pos="4424"/>
        </w:tabs>
        <w:contextualSpacing/>
        <w:jc w:val="both"/>
        <w:rPr>
          <w:rFonts w:ascii="Cambria" w:hAnsi="Cambria"/>
          <w:i/>
          <w:snapToGrid w:val="0"/>
          <w:sz w:val="20"/>
          <w:szCs w:val="20"/>
        </w:rPr>
      </w:pPr>
      <w:r w:rsidRPr="00650E3F">
        <w:rPr>
          <w:rFonts w:ascii="Cambria" w:hAnsi="Cambria"/>
          <w:bCs/>
          <w:i/>
          <w:snapToGrid w:val="0"/>
          <w:sz w:val="20"/>
          <w:szCs w:val="20"/>
        </w:rPr>
        <w:t>* zaznaczyć właściwe</w:t>
      </w:r>
    </w:p>
    <w:p w:rsidR="00FF3DF8" w:rsidRPr="00650E3F" w:rsidRDefault="00FF3DF8" w:rsidP="00887E25">
      <w:pPr>
        <w:pStyle w:val="BodyTextIndent"/>
        <w:spacing w:after="0" w:line="264" w:lineRule="auto"/>
        <w:jc w:val="both"/>
        <w:rPr>
          <w:rFonts w:ascii="Cambria" w:hAnsi="Cambria"/>
          <w:sz w:val="20"/>
          <w:szCs w:val="20"/>
        </w:rPr>
      </w:pPr>
    </w:p>
    <w:p w:rsidR="00FF3DF8" w:rsidRPr="00650E3F" w:rsidRDefault="00FF3DF8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FF3DF8" w:rsidRPr="00650E3F" w:rsidRDefault="00FF3DF8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FF3DF8" w:rsidRPr="00650E3F" w:rsidRDefault="00FF3DF8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FF3DF8" w:rsidRPr="00650E3F" w:rsidRDefault="00FF3DF8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FF3DF8" w:rsidRPr="00650E3F" w:rsidRDefault="00FF3DF8" w:rsidP="0030281C">
      <w:pPr>
        <w:tabs>
          <w:tab w:val="left" w:pos="3828"/>
        </w:tabs>
        <w:spacing w:line="264" w:lineRule="auto"/>
        <w:rPr>
          <w:rFonts w:ascii="Cambria" w:hAnsi="Cambria"/>
          <w:sz w:val="20"/>
        </w:rPr>
      </w:pPr>
      <w:r w:rsidRPr="00650E3F">
        <w:rPr>
          <w:rFonts w:ascii="Cambria" w:hAnsi="Cambria"/>
          <w:sz w:val="20"/>
        </w:rPr>
        <w:t>……………..............., dnia ...................</w:t>
      </w:r>
      <w:r w:rsidRPr="00650E3F">
        <w:rPr>
          <w:rFonts w:ascii="Cambria" w:hAnsi="Cambria"/>
          <w:sz w:val="20"/>
        </w:rPr>
        <w:tab/>
        <w:t>….………….................................................................................................................</w:t>
      </w:r>
    </w:p>
    <w:p w:rsidR="00FF3DF8" w:rsidRPr="00650E3F" w:rsidRDefault="00FF3DF8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650E3F">
        <w:rPr>
          <w:rFonts w:ascii="Cambria" w:hAnsi="Cambria"/>
          <w:i/>
          <w:sz w:val="20"/>
          <w:szCs w:val="24"/>
        </w:rPr>
        <w:t xml:space="preserve">(podpis(y) osób uprawnionych do reprezentacji wykonawcy, </w:t>
      </w:r>
    </w:p>
    <w:p w:rsidR="00FF3DF8" w:rsidRPr="00650E3F" w:rsidRDefault="00FF3DF8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650E3F">
        <w:rPr>
          <w:rFonts w:ascii="Cambria" w:hAnsi="Cambria"/>
          <w:i/>
          <w:sz w:val="20"/>
          <w:szCs w:val="24"/>
        </w:rPr>
        <w:t>w przypadku oferty wspólnej - podpis pełnomocnika wykonawców)</w:t>
      </w:r>
    </w:p>
    <w:p w:rsidR="00FF3DF8" w:rsidRPr="00650E3F" w:rsidRDefault="00FF3DF8">
      <w:pPr>
        <w:rPr>
          <w:rFonts w:ascii="Cambria" w:hAnsi="Cambria"/>
          <w:sz w:val="20"/>
        </w:rPr>
      </w:pPr>
    </w:p>
    <w:sectPr w:rsidR="00FF3DF8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81C"/>
    <w:rsid w:val="000758FB"/>
    <w:rsid w:val="00086F4E"/>
    <w:rsid w:val="00090F74"/>
    <w:rsid w:val="00091785"/>
    <w:rsid w:val="000E751F"/>
    <w:rsid w:val="001051AA"/>
    <w:rsid w:val="00202F40"/>
    <w:rsid w:val="00243336"/>
    <w:rsid w:val="002563B8"/>
    <w:rsid w:val="0028599B"/>
    <w:rsid w:val="002E37AA"/>
    <w:rsid w:val="00300495"/>
    <w:rsid w:val="0030281C"/>
    <w:rsid w:val="0043483F"/>
    <w:rsid w:val="004C54AB"/>
    <w:rsid w:val="005312C8"/>
    <w:rsid w:val="00574E4B"/>
    <w:rsid w:val="00650E3F"/>
    <w:rsid w:val="0070207C"/>
    <w:rsid w:val="00732C88"/>
    <w:rsid w:val="00815145"/>
    <w:rsid w:val="00877A7C"/>
    <w:rsid w:val="00887E25"/>
    <w:rsid w:val="008A0CDC"/>
    <w:rsid w:val="00A135B9"/>
    <w:rsid w:val="00A544D8"/>
    <w:rsid w:val="00AA1F85"/>
    <w:rsid w:val="00AA5092"/>
    <w:rsid w:val="00B63EF7"/>
    <w:rsid w:val="00C05D18"/>
    <w:rsid w:val="00CB1ABB"/>
    <w:rsid w:val="00D57D32"/>
    <w:rsid w:val="00D97E11"/>
    <w:rsid w:val="00E66E57"/>
    <w:rsid w:val="00EA5672"/>
    <w:rsid w:val="00EB0D72"/>
    <w:rsid w:val="00F11B56"/>
    <w:rsid w:val="00F51AEE"/>
    <w:rsid w:val="00FA3E31"/>
    <w:rsid w:val="00FF0993"/>
    <w:rsid w:val="00FF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028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88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1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186</Words>
  <Characters>1120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Artur Pisarczyk</dc:creator>
  <cp:keywords/>
  <dc:description/>
  <cp:lastModifiedBy>user</cp:lastModifiedBy>
  <cp:revision>2</cp:revision>
  <dcterms:created xsi:type="dcterms:W3CDTF">2020-03-26T09:08:00Z</dcterms:created>
  <dcterms:modified xsi:type="dcterms:W3CDTF">2020-03-26T09:08:00Z</dcterms:modified>
</cp:coreProperties>
</file>